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B312F8" w:rsidRDefault="00CB5025" w:rsidP="00CB5025">
      <w:pPr>
        <w:rPr>
          <w:b/>
        </w:rPr>
      </w:pPr>
    </w:p>
    <w:p w:rsidR="00CB5025" w:rsidRPr="00B312F8" w:rsidRDefault="00CB5025" w:rsidP="00CB5025">
      <w:pPr>
        <w:rPr>
          <w:b/>
        </w:rPr>
      </w:pPr>
    </w:p>
    <w:p w:rsidR="00CB5025" w:rsidRPr="00B312F8" w:rsidRDefault="00CB5025" w:rsidP="00CB5025">
      <w:pPr>
        <w:rPr>
          <w:b/>
        </w:rPr>
      </w:pPr>
    </w:p>
    <w:p w:rsidR="00CB5025" w:rsidRPr="00B312F8" w:rsidRDefault="00CB5025" w:rsidP="00CB5025">
      <w:pPr>
        <w:rPr>
          <w:b/>
        </w:rPr>
      </w:pPr>
    </w:p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EE2348">
      <w:pPr>
        <w:tabs>
          <w:tab w:val="left" w:pos="1305"/>
        </w:tabs>
      </w:pPr>
    </w:p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Pr="00CB5025" w:rsidRDefault="00CB5025" w:rsidP="00CB5025"/>
    <w:p w:rsidR="00CB5025" w:rsidRDefault="00CB5025" w:rsidP="00CB5025"/>
    <w:p w:rsidR="00CB5025" w:rsidRPr="00CB5025" w:rsidRDefault="00CB5025" w:rsidP="00CB5025"/>
    <w:p w:rsidR="00CB5025" w:rsidRDefault="00CB5025" w:rsidP="00CB5025"/>
    <w:p w:rsidR="003B41BE" w:rsidRPr="00CB5025" w:rsidRDefault="00CB5025" w:rsidP="00CB5025">
      <w:pPr>
        <w:tabs>
          <w:tab w:val="left" w:pos="2025"/>
        </w:tabs>
      </w:pPr>
      <w:r>
        <w:tab/>
      </w:r>
    </w:p>
    <w:sectPr w:rsidR="003B41BE" w:rsidRPr="00CB5025" w:rsidSect="001969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10" w:right="707" w:bottom="1418" w:left="425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A95" w:rsidRDefault="00F60A95">
      <w:r>
        <w:separator/>
      </w:r>
    </w:p>
  </w:endnote>
  <w:endnote w:type="continuationSeparator" w:id="0">
    <w:p w:rsidR="00F60A95" w:rsidRDefault="00F60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578" w:rsidRDefault="00AA057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578" w:rsidRDefault="00AA057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578" w:rsidRDefault="00AA057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A95" w:rsidRDefault="00F60A95">
      <w:r>
        <w:separator/>
      </w:r>
    </w:p>
  </w:footnote>
  <w:footnote w:type="continuationSeparator" w:id="0">
    <w:p w:rsidR="00F60A95" w:rsidRDefault="00F60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578" w:rsidRDefault="00AA05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011" w:rsidRDefault="00B312F8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4248D6A" wp14:editId="5951EAB5">
              <wp:simplePos x="0" y="0"/>
              <wp:positionH relativeFrom="column">
                <wp:posOffset>-107950</wp:posOffset>
              </wp:positionH>
              <wp:positionV relativeFrom="paragraph">
                <wp:posOffset>1548765</wp:posOffset>
              </wp:positionV>
              <wp:extent cx="1553210" cy="8667750"/>
              <wp:effectExtent l="0" t="0" r="8890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3210" cy="8667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>
                                <a:alpha val="50000"/>
                              </a:srgb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3011" w:rsidRDefault="00A93011">
                          <w:pPr>
                            <w:pStyle w:val="Titre6"/>
                            <w:rPr>
                              <w:rFonts w:ascii="Times New Roman" w:hAnsi="Times New Roman" w:cs="Times New Roman"/>
                              <w:b w:val="0"/>
                              <w:bCs w:val="0"/>
                              <w:color w:val="000000"/>
                              <w:u w:val="none"/>
                            </w:rPr>
                          </w:pPr>
                        </w:p>
                        <w:p w:rsidR="00A93011" w:rsidRPr="003440EA" w:rsidRDefault="00A93011">
                          <w:pPr>
                            <w:pStyle w:val="Titre6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u w:color="FF0000"/>
                            </w:rPr>
                          </w:pPr>
                          <w:r w:rsidRPr="003440EA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u w:color="FF0000"/>
                            </w:rPr>
                            <w:t>ETUDE ET REALISATION</w:t>
                          </w:r>
                        </w:p>
                        <w:p w:rsidR="00A93011" w:rsidRDefault="00A93011">
                          <w:pPr>
                            <w:jc w:val="right"/>
                            <w:rPr>
                              <w:sz w:val="18"/>
                            </w:rPr>
                          </w:pPr>
                        </w:p>
                        <w:p w:rsidR="00A93011" w:rsidRDefault="00A93011" w:rsidP="00B312F8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Conditionnement d'air</w:t>
                          </w:r>
                        </w:p>
                        <w:p w:rsidR="00A93011" w:rsidRPr="006D3BF9" w:rsidRDefault="00A93011" w:rsidP="00B312F8">
                          <w:pPr>
                            <w:jc w:val="right"/>
                            <w:rPr>
                              <w:sz w:val="4"/>
                              <w:szCs w:val="4"/>
                            </w:rPr>
                          </w:pPr>
                        </w:p>
                        <w:p w:rsidR="00A93011" w:rsidRDefault="00A93011" w:rsidP="00B312F8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Chauffage. Vapeur</w:t>
                          </w:r>
                        </w:p>
                        <w:p w:rsidR="00A93011" w:rsidRPr="006D3BF9" w:rsidRDefault="00A93011" w:rsidP="00B312F8">
                          <w:pPr>
                            <w:jc w:val="right"/>
                            <w:rPr>
                              <w:sz w:val="4"/>
                              <w:szCs w:val="4"/>
                            </w:rPr>
                          </w:pPr>
                        </w:p>
                        <w:p w:rsidR="00A93011" w:rsidRDefault="00A93011" w:rsidP="00B312F8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Fluides Industriels</w:t>
                          </w:r>
                        </w:p>
                        <w:p w:rsidR="00A93011" w:rsidRPr="006D3BF9" w:rsidRDefault="00A93011" w:rsidP="00B312F8">
                          <w:pPr>
                            <w:jc w:val="right"/>
                            <w:rPr>
                              <w:sz w:val="4"/>
                              <w:szCs w:val="4"/>
                            </w:rPr>
                          </w:pPr>
                        </w:p>
                        <w:p w:rsidR="00A93011" w:rsidRDefault="00A93011" w:rsidP="00B312F8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Ventilation. Filtration</w:t>
                          </w:r>
                        </w:p>
                        <w:p w:rsidR="00A93011" w:rsidRPr="006D3BF9" w:rsidRDefault="00A93011" w:rsidP="00B312F8">
                          <w:pPr>
                            <w:jc w:val="right"/>
                            <w:rPr>
                              <w:sz w:val="4"/>
                              <w:szCs w:val="4"/>
                            </w:rPr>
                          </w:pPr>
                        </w:p>
                        <w:p w:rsidR="00A93011" w:rsidRDefault="00A93011" w:rsidP="00B312F8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Réfrigération</w:t>
                          </w:r>
                        </w:p>
                        <w:p w:rsidR="00A93011" w:rsidRPr="006D3BF9" w:rsidRDefault="00A93011" w:rsidP="00B312F8">
                          <w:pPr>
                            <w:jc w:val="right"/>
                            <w:rPr>
                              <w:sz w:val="4"/>
                              <w:szCs w:val="4"/>
                            </w:rPr>
                          </w:pPr>
                        </w:p>
                        <w:p w:rsidR="00A93011" w:rsidRDefault="00A93011" w:rsidP="00B312F8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Tuyauteries industrielles</w:t>
                          </w:r>
                        </w:p>
                        <w:p w:rsidR="00A93011" w:rsidRPr="006D3BF9" w:rsidRDefault="00A93011" w:rsidP="00B312F8">
                          <w:pPr>
                            <w:jc w:val="right"/>
                            <w:rPr>
                              <w:sz w:val="4"/>
                              <w:szCs w:val="4"/>
                            </w:rPr>
                          </w:pPr>
                        </w:p>
                        <w:p w:rsidR="00A93011" w:rsidRDefault="00A93011" w:rsidP="00B312F8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Traitement d'eau</w:t>
                          </w:r>
                        </w:p>
                        <w:p w:rsidR="00A93011" w:rsidRPr="006D3BF9" w:rsidRDefault="00A93011" w:rsidP="00B312F8">
                          <w:pPr>
                            <w:jc w:val="right"/>
                            <w:rPr>
                              <w:sz w:val="4"/>
                              <w:szCs w:val="4"/>
                            </w:rPr>
                          </w:pPr>
                        </w:p>
                        <w:p w:rsidR="00A93011" w:rsidRDefault="00A93011" w:rsidP="00B312F8">
                          <w:pPr>
                            <w:jc w:val="right"/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Process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industriels</w:t>
                          </w:r>
                        </w:p>
                        <w:p w:rsidR="00A93011" w:rsidRPr="006D3BF9" w:rsidRDefault="00A93011" w:rsidP="00B312F8">
                          <w:pPr>
                            <w:jc w:val="right"/>
                            <w:rPr>
                              <w:sz w:val="4"/>
                              <w:szCs w:val="4"/>
                            </w:rPr>
                          </w:pPr>
                        </w:p>
                        <w:p w:rsidR="00A93011" w:rsidRDefault="00A93011" w:rsidP="00B312F8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Plomberie. Gaz purs</w:t>
                          </w:r>
                        </w:p>
                        <w:p w:rsidR="00A93011" w:rsidRPr="006D3BF9" w:rsidRDefault="00A93011" w:rsidP="00B312F8">
                          <w:pPr>
                            <w:jc w:val="right"/>
                            <w:rPr>
                              <w:sz w:val="4"/>
                              <w:szCs w:val="4"/>
                            </w:rPr>
                          </w:pPr>
                        </w:p>
                        <w:p w:rsidR="00A93011" w:rsidRDefault="00A93011" w:rsidP="00B312F8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Energies renouvelables</w:t>
                          </w:r>
                        </w:p>
                        <w:p w:rsidR="00A93011" w:rsidRPr="006D3BF9" w:rsidRDefault="00A93011" w:rsidP="00B312F8">
                          <w:pPr>
                            <w:jc w:val="right"/>
                            <w:rPr>
                              <w:sz w:val="4"/>
                              <w:szCs w:val="4"/>
                            </w:rPr>
                          </w:pPr>
                        </w:p>
                        <w:p w:rsidR="00B312F8" w:rsidRPr="00652481" w:rsidRDefault="00B312F8" w:rsidP="00B312F8">
                          <w:pPr>
                            <w:jc w:val="right"/>
                            <w:rPr>
                              <w:sz w:val="4"/>
                              <w:szCs w:val="4"/>
                            </w:rPr>
                          </w:pPr>
                          <w:r>
                            <w:rPr>
                              <w:sz w:val="16"/>
                            </w:rPr>
                            <w:t>Couverture</w:t>
                          </w:r>
                        </w:p>
                        <w:p w:rsidR="00652481" w:rsidRPr="00652481" w:rsidRDefault="00652481" w:rsidP="00B312F8">
                          <w:pPr>
                            <w:jc w:val="right"/>
                            <w:rPr>
                              <w:sz w:val="4"/>
                              <w:szCs w:val="4"/>
                            </w:rPr>
                          </w:pPr>
                        </w:p>
                        <w:p w:rsidR="00BD5BCC" w:rsidRDefault="00BD5BCC" w:rsidP="00B312F8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Traitement d’eau Piscine</w:t>
                          </w:r>
                        </w:p>
                        <w:p w:rsidR="00652481" w:rsidRPr="00652481" w:rsidRDefault="00652481" w:rsidP="00B312F8">
                          <w:pPr>
                            <w:jc w:val="right"/>
                            <w:rPr>
                              <w:sz w:val="4"/>
                              <w:szCs w:val="4"/>
                            </w:rPr>
                          </w:pPr>
                        </w:p>
                        <w:p w:rsidR="00A93011" w:rsidRDefault="00A93011" w:rsidP="00B312F8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Maintenance</w:t>
                          </w:r>
                        </w:p>
                        <w:p w:rsidR="00A93011" w:rsidRPr="00652481" w:rsidRDefault="00A93011" w:rsidP="00652481">
                          <w:pPr>
                            <w:jc w:val="right"/>
                            <w:rPr>
                              <w:sz w:val="16"/>
                            </w:rPr>
                          </w:pPr>
                        </w:p>
                        <w:p w:rsidR="00A93011" w:rsidRDefault="00A93011">
                          <w:pPr>
                            <w:pStyle w:val="Titre6"/>
                            <w:rPr>
                              <w:rFonts w:ascii="Times New Roman" w:hAnsi="Times New Roman" w:cs="Times New Roman"/>
                              <w:u w:color="3366FF"/>
                            </w:rPr>
                          </w:pPr>
                        </w:p>
                        <w:p w:rsidR="00A93011" w:rsidRPr="003440EA" w:rsidRDefault="00A93011">
                          <w:pPr>
                            <w:pStyle w:val="Titre6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u w:color="3366FF"/>
                            </w:rPr>
                          </w:pPr>
                          <w:r w:rsidRPr="003440EA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u w:color="3366FF"/>
                            </w:rPr>
                            <w:t>LARGIER TECHNOLOGIE</w:t>
                          </w:r>
                        </w:p>
                        <w:p w:rsidR="00A93011" w:rsidRPr="00BC380D" w:rsidRDefault="00A93011">
                          <w:pPr>
                            <w:jc w:val="right"/>
                            <w:rPr>
                              <w:sz w:val="10"/>
                              <w:szCs w:val="10"/>
                            </w:rPr>
                          </w:pPr>
                        </w:p>
                        <w:p w:rsidR="00A93011" w:rsidRDefault="00A93011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7, Rue du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Voltour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>- BP 100</w:t>
                          </w:r>
                        </w:p>
                        <w:p w:rsidR="00A93011" w:rsidRDefault="00A93011">
                          <w:pPr>
                            <w:jc w:val="right"/>
                            <w:rPr>
                              <w:sz w:val="10"/>
                            </w:rPr>
                          </w:pPr>
                        </w:p>
                        <w:p w:rsidR="00A93011" w:rsidRDefault="00A93011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07600 VALS LES BAINS</w:t>
                          </w:r>
                        </w:p>
                        <w:p w:rsidR="00A93011" w:rsidRDefault="00A93011">
                          <w:pPr>
                            <w:jc w:val="right"/>
                            <w:rPr>
                              <w:sz w:val="10"/>
                            </w:rPr>
                          </w:pPr>
                        </w:p>
                        <w:p w:rsidR="00A93011" w:rsidRDefault="00A93011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Tél : 04 75 37 42 29</w:t>
                          </w:r>
                        </w:p>
                        <w:p w:rsidR="00A93011" w:rsidRDefault="00A93011">
                          <w:pPr>
                            <w:jc w:val="right"/>
                            <w:rPr>
                              <w:sz w:val="10"/>
                            </w:rPr>
                          </w:pPr>
                        </w:p>
                        <w:p w:rsidR="00A93011" w:rsidRDefault="00A93011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Fax : 04 75 37 68 22</w:t>
                          </w:r>
                        </w:p>
                        <w:p w:rsidR="00A93011" w:rsidRDefault="00A93011">
                          <w:pPr>
                            <w:jc w:val="right"/>
                            <w:rPr>
                              <w:b/>
                              <w:bCs/>
                              <w:sz w:val="10"/>
                            </w:rPr>
                          </w:pPr>
                        </w:p>
                        <w:p w:rsidR="00A93011" w:rsidRDefault="00600233">
                          <w:pPr>
                            <w:jc w:val="right"/>
                            <w:rPr>
                              <w:sz w:val="14"/>
                              <w:lang w:val="de-DE"/>
                            </w:rPr>
                          </w:pPr>
                          <w:hyperlink r:id="rId1" w:history="1">
                            <w:r w:rsidR="00A93011" w:rsidRPr="00E33131">
                              <w:rPr>
                                <w:rStyle w:val="Lienhypertexte"/>
                                <w:sz w:val="14"/>
                                <w:lang w:val="de-DE"/>
                              </w:rPr>
                              <w:t>contact@largier-technologie.fr</w:t>
                            </w:r>
                          </w:hyperlink>
                        </w:p>
                        <w:p w:rsidR="00A93011" w:rsidRDefault="00A93011">
                          <w:pPr>
                            <w:jc w:val="right"/>
                            <w:rPr>
                              <w:sz w:val="14"/>
                              <w:lang w:val="de-DE"/>
                            </w:rPr>
                          </w:pPr>
                          <w:r>
                            <w:rPr>
                              <w:sz w:val="14"/>
                              <w:lang w:val="de-DE"/>
                            </w:rPr>
                            <w:t>www.largier-technologie.fr</w:t>
                          </w:r>
                        </w:p>
                        <w:p w:rsidR="00A93011" w:rsidRDefault="00A93011">
                          <w:pPr>
                            <w:pStyle w:val="Titre6"/>
                            <w:rPr>
                              <w:rFonts w:ascii="Times New Roman" w:hAnsi="Times New Roman" w:cs="Times New Roman"/>
                              <w:u w:color="3366FF"/>
                              <w:lang w:val="de-DE"/>
                            </w:rPr>
                          </w:pPr>
                        </w:p>
                        <w:p w:rsidR="00A93011" w:rsidRPr="006D3BF9" w:rsidRDefault="00A93011" w:rsidP="006D3BF9">
                          <w:pPr>
                            <w:rPr>
                              <w:lang w:val="de-DE"/>
                            </w:rPr>
                          </w:pPr>
                        </w:p>
                        <w:p w:rsidR="00A93011" w:rsidRDefault="00A93011" w:rsidP="00600233">
                          <w:pPr>
                            <w:pStyle w:val="Titre6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u w:color="3366FF"/>
                              <w:lang w:val="de-DE"/>
                            </w:rPr>
                          </w:pPr>
                          <w:proofErr w:type="spellStart"/>
                          <w:r w:rsidRPr="00BC380D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u w:color="3366FF"/>
                              <w:lang w:val="de-DE"/>
                            </w:rPr>
                            <w:t>A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u w:color="3366FF"/>
                              <w:lang w:val="de-DE"/>
                            </w:rPr>
                            <w:t>gence</w:t>
                          </w:r>
                          <w:r w:rsidR="00112CF6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u w:color="3366FF"/>
                              <w:lang w:val="de-DE"/>
                            </w:rPr>
                            <w:t>s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u w:color="3366FF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="00600233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u w:color="3366FF"/>
                              <w:lang w:val="de-DE"/>
                            </w:rPr>
                            <w:t>Occitanie</w:t>
                          </w:r>
                          <w:proofErr w:type="spellEnd"/>
                        </w:p>
                        <w:p w:rsidR="00600233" w:rsidRPr="00600233" w:rsidRDefault="00600233" w:rsidP="00600233">
                          <w:pPr>
                            <w:rPr>
                              <w:lang w:val="de-DE"/>
                            </w:rPr>
                          </w:pPr>
                        </w:p>
                        <w:p w:rsidR="00A93011" w:rsidRDefault="00112CF6" w:rsidP="008D3F7B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PIST</w:t>
                          </w:r>
                          <w:r w:rsidR="00EE2348">
                            <w:rPr>
                              <w:sz w:val="16"/>
                            </w:rPr>
                            <w:t xml:space="preserve"> OASIS</w:t>
                          </w:r>
                        </w:p>
                        <w:p w:rsidR="00F1395A" w:rsidRPr="00652481" w:rsidRDefault="00F1395A" w:rsidP="008D3F7B">
                          <w:pPr>
                            <w:jc w:val="right"/>
                            <w:rPr>
                              <w:sz w:val="10"/>
                              <w:szCs w:val="10"/>
                            </w:rPr>
                          </w:pPr>
                        </w:p>
                        <w:p w:rsidR="00EE2348" w:rsidRDefault="00EE2348" w:rsidP="008D3F7B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131, Impasse des Palmiers</w:t>
                          </w:r>
                        </w:p>
                        <w:p w:rsidR="00F1395A" w:rsidRDefault="00F1395A" w:rsidP="008D3F7B">
                          <w:pPr>
                            <w:jc w:val="right"/>
                            <w:rPr>
                              <w:sz w:val="10"/>
                            </w:rPr>
                          </w:pPr>
                        </w:p>
                        <w:p w:rsidR="00A93011" w:rsidRDefault="00A93011" w:rsidP="008D3F7B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30100 ALES</w:t>
                          </w:r>
                        </w:p>
                        <w:p w:rsidR="00A93011" w:rsidRDefault="00A93011" w:rsidP="008D3F7B">
                          <w:pPr>
                            <w:jc w:val="right"/>
                            <w:rPr>
                              <w:sz w:val="16"/>
                            </w:rPr>
                          </w:pPr>
                        </w:p>
                        <w:p w:rsidR="00A93011" w:rsidRDefault="00A93011" w:rsidP="008D3F7B">
                          <w:pPr>
                            <w:contextualSpacing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Tél : 04 66 30 72 09</w:t>
                          </w:r>
                        </w:p>
                        <w:p w:rsidR="00A93011" w:rsidRDefault="00F1395A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_________</w:t>
                          </w:r>
                        </w:p>
                        <w:p w:rsidR="00A93011" w:rsidRPr="00BC380D" w:rsidRDefault="00BD5BCC" w:rsidP="00BC380D">
                          <w:pPr>
                            <w:contextualSpacing/>
                            <w:jc w:val="right"/>
                            <w:rPr>
                              <w:sz w:val="10"/>
                              <w:szCs w:val="10"/>
                            </w:rPr>
                          </w:pPr>
                          <w:r>
                            <w:rPr>
                              <w:sz w:val="18"/>
                              <w:szCs w:val="18"/>
                              <w:u w:color="3366FF"/>
                            </w:rPr>
                            <w:t xml:space="preserve">              </w:t>
                          </w:r>
                        </w:p>
                        <w:p w:rsidR="00A93011" w:rsidRDefault="00A93011" w:rsidP="00BD5BCC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Immeuble Le </w:t>
                          </w:r>
                          <w:r w:rsidR="00CB5025">
                            <w:rPr>
                              <w:sz w:val="16"/>
                            </w:rPr>
                            <w:t>Trinid</w:t>
                          </w:r>
                          <w:r>
                            <w:rPr>
                              <w:sz w:val="16"/>
                            </w:rPr>
                            <w:t>a</w:t>
                          </w:r>
                          <w:r w:rsidR="00CB5025">
                            <w:rPr>
                              <w:sz w:val="16"/>
                            </w:rPr>
                            <w:t>d</w:t>
                          </w:r>
                        </w:p>
                        <w:p w:rsidR="00F1395A" w:rsidRDefault="00F1395A" w:rsidP="00BD5BCC">
                          <w:pPr>
                            <w:jc w:val="right"/>
                            <w:rPr>
                              <w:sz w:val="10"/>
                              <w:szCs w:val="10"/>
                            </w:rPr>
                          </w:pPr>
                        </w:p>
                        <w:p w:rsidR="00A93011" w:rsidRPr="00BC380D" w:rsidRDefault="00CB5025" w:rsidP="00BD5BCC">
                          <w:pPr>
                            <w:jc w:val="right"/>
                            <w:rPr>
                              <w:sz w:val="10"/>
                              <w:szCs w:val="10"/>
                            </w:rPr>
                          </w:pPr>
                          <w:r>
                            <w:rPr>
                              <w:sz w:val="16"/>
                            </w:rPr>
                            <w:t>257, Rue Hélène Boucher</w:t>
                          </w:r>
                        </w:p>
                        <w:p w:rsidR="00A93011" w:rsidRPr="00BC380D" w:rsidRDefault="00A93011" w:rsidP="00BD5BCC">
                          <w:pPr>
                            <w:jc w:val="right"/>
                            <w:rPr>
                              <w:sz w:val="10"/>
                              <w:szCs w:val="10"/>
                            </w:rPr>
                          </w:pPr>
                        </w:p>
                        <w:p w:rsidR="00A93011" w:rsidRDefault="00A93011" w:rsidP="00BD5BCC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34130 MAUGUIO</w:t>
                          </w:r>
                        </w:p>
                        <w:p w:rsidR="00A93011" w:rsidRDefault="00A93011" w:rsidP="00BD5BCC">
                          <w:pPr>
                            <w:jc w:val="right"/>
                            <w:rPr>
                              <w:sz w:val="10"/>
                            </w:rPr>
                          </w:pPr>
                        </w:p>
                        <w:p w:rsidR="00A93011" w:rsidRDefault="00A93011" w:rsidP="00BD5BCC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Tél : 09 61 65 84 05</w:t>
                          </w:r>
                        </w:p>
                        <w:p w:rsidR="00A93011" w:rsidRDefault="00A93011" w:rsidP="00BD5BCC">
                          <w:pPr>
                            <w:jc w:val="right"/>
                            <w:rPr>
                              <w:sz w:val="10"/>
                            </w:rPr>
                          </w:pPr>
                        </w:p>
                        <w:p w:rsidR="00BD5BCC" w:rsidRDefault="00BD5BCC" w:rsidP="00BD5BCC">
                          <w:pPr>
                            <w:jc w:val="right"/>
                            <w:rPr>
                              <w:sz w:val="16"/>
                            </w:rPr>
                          </w:pPr>
                        </w:p>
                        <w:p w:rsidR="00BD5BCC" w:rsidRDefault="00BD5BCC">
                          <w:pPr>
                            <w:jc w:val="right"/>
                            <w:rPr>
                              <w:sz w:val="16"/>
                            </w:rPr>
                          </w:pPr>
                        </w:p>
                        <w:p w:rsidR="00BD5BCC" w:rsidRPr="003440EA" w:rsidRDefault="00F1395A" w:rsidP="00BD5BCC">
                          <w:pPr>
                            <w:pStyle w:val="Titre6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u w:color="3366FF"/>
                            </w:rPr>
                          </w:pP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u w:color="3366FF"/>
                            </w:rPr>
                            <w:t>Agence  I</w:t>
                          </w:r>
                          <w:r w:rsidR="00BD5BCC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u w:color="3366FF"/>
                            </w:rPr>
                            <w:t>le</w:t>
                          </w:r>
                          <w:proofErr w:type="gramEnd"/>
                          <w:r w:rsidR="00BD5BCC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u w:color="3366FF"/>
                            </w:rPr>
                            <w:t xml:space="preserve"> de France</w:t>
                          </w:r>
                        </w:p>
                        <w:p w:rsidR="00BD5BCC" w:rsidRPr="00BC380D" w:rsidRDefault="00BD5BCC" w:rsidP="00BD5BCC">
                          <w:pPr>
                            <w:jc w:val="right"/>
                            <w:rPr>
                              <w:sz w:val="10"/>
                              <w:szCs w:val="10"/>
                            </w:rPr>
                          </w:pPr>
                          <w:r>
                            <w:rPr>
                              <w:sz w:val="18"/>
                              <w:szCs w:val="18"/>
                              <w:u w:color="3366FF"/>
                            </w:rPr>
                            <w:t xml:space="preserve">              </w:t>
                          </w:r>
                        </w:p>
                        <w:p w:rsidR="00BD5BCC" w:rsidRPr="00BC380D" w:rsidRDefault="00BD5BCC" w:rsidP="00BD5BCC">
                          <w:pPr>
                            <w:jc w:val="right"/>
                            <w:rPr>
                              <w:sz w:val="10"/>
                              <w:szCs w:val="10"/>
                            </w:rPr>
                          </w:pPr>
                        </w:p>
                        <w:p w:rsidR="00BD5BCC" w:rsidRDefault="00106DB9" w:rsidP="00BD5BCC">
                          <w:pPr>
                            <w:contextualSpacing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281, rue de la Mare aux Canes</w:t>
                          </w:r>
                        </w:p>
                        <w:p w:rsidR="00BD5BCC" w:rsidRPr="00652481" w:rsidRDefault="00BD5BCC" w:rsidP="00BD5BCC">
                          <w:pPr>
                            <w:contextualSpacing/>
                            <w:jc w:val="right"/>
                            <w:rPr>
                              <w:sz w:val="10"/>
                              <w:szCs w:val="10"/>
                            </w:rPr>
                          </w:pPr>
                        </w:p>
                        <w:p w:rsidR="00BD5BCC" w:rsidRDefault="00BD5BCC" w:rsidP="00BD5BCC">
                          <w:pPr>
                            <w:contextualSpacing/>
                            <w:jc w:val="right"/>
                            <w:rPr>
                              <w:sz w:val="16"/>
                            </w:rPr>
                          </w:pPr>
                          <w:r w:rsidRPr="00BD5BCC">
                            <w:rPr>
                              <w:sz w:val="16"/>
                            </w:rPr>
                            <w:t>77550 Moissy Cramayel</w:t>
                          </w:r>
                        </w:p>
                        <w:p w:rsidR="00BD5BCC" w:rsidRPr="00652481" w:rsidRDefault="00BD5BCC" w:rsidP="00BD5BCC">
                          <w:pPr>
                            <w:contextualSpacing/>
                            <w:jc w:val="right"/>
                            <w:rPr>
                              <w:sz w:val="10"/>
                              <w:szCs w:val="10"/>
                            </w:rPr>
                          </w:pPr>
                        </w:p>
                        <w:p w:rsidR="00BD5BCC" w:rsidRDefault="00BD5BCC" w:rsidP="00BD5BCC">
                          <w:pPr>
                            <w:contextualSpacing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Tél : </w:t>
                          </w:r>
                          <w:r w:rsidR="00600233">
                            <w:rPr>
                              <w:sz w:val="16"/>
                            </w:rPr>
                            <w:t>09 63 61 27 61</w:t>
                          </w:r>
                        </w:p>
                        <w:p w:rsidR="00BD5BCC" w:rsidRDefault="00BD5BCC">
                          <w:pPr>
                            <w:jc w:val="right"/>
                            <w:rPr>
                              <w:sz w:val="10"/>
                            </w:rPr>
                          </w:pPr>
                        </w:p>
                        <w:p w:rsidR="00A93011" w:rsidRDefault="00A93011" w:rsidP="00645952">
                          <w:pPr>
                            <w:jc w:val="right"/>
                            <w:rPr>
                              <w:sz w:val="16"/>
                            </w:rPr>
                          </w:pPr>
                        </w:p>
                        <w:p w:rsidR="00A93011" w:rsidRPr="008E1FBF" w:rsidRDefault="00A93011">
                          <w:pPr>
                            <w:pStyle w:val="Titre7"/>
                            <w:rPr>
                              <w:rFonts w:ascii="Times New Roman" w:hAnsi="Times New Roman" w:cs="Times New Roman"/>
                              <w:sz w:val="14"/>
                            </w:rPr>
                          </w:pPr>
                        </w:p>
                        <w:p w:rsidR="00A93011" w:rsidRDefault="00A93011">
                          <w:pPr>
                            <w:pStyle w:val="Titre7"/>
                            <w:rPr>
                              <w:rFonts w:ascii="Times New Roman" w:hAnsi="Times New Roman" w:cs="Times New Roman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4"/>
                            </w:rPr>
                            <w:t>SA</w:t>
                          </w:r>
                          <w:r w:rsidR="00106DB9">
                            <w:rPr>
                              <w:rFonts w:ascii="Times New Roman" w:hAnsi="Times New Roman" w:cs="Times New Roman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 w:cs="Times New Roman"/>
                              <w:sz w:val="14"/>
                            </w:rPr>
                            <w:t xml:space="preserve"> au capital de 300 000 €</w:t>
                          </w:r>
                        </w:p>
                        <w:p w:rsidR="00A93011" w:rsidRPr="00584F08" w:rsidRDefault="00A93011" w:rsidP="00584F08"/>
                        <w:p w:rsidR="00A93011" w:rsidRDefault="00A93011">
                          <w:pPr>
                            <w:jc w:val="right"/>
                            <w:rPr>
                              <w:sz w:val="14"/>
                              <w:lang w:val="nl-NL"/>
                            </w:rPr>
                          </w:pPr>
                          <w:r>
                            <w:rPr>
                              <w:sz w:val="14"/>
                              <w:lang w:val="nl-NL"/>
                            </w:rPr>
                            <w:t>RCS B 402 2</w:t>
                          </w:r>
                          <w:bookmarkStart w:id="0" w:name="_GoBack"/>
                          <w:bookmarkEnd w:id="0"/>
                          <w:r>
                            <w:rPr>
                              <w:sz w:val="14"/>
                              <w:lang w:val="nl-NL"/>
                            </w:rPr>
                            <w:t>00 562</w:t>
                          </w:r>
                        </w:p>
                        <w:p w:rsidR="00A93011" w:rsidRDefault="00A93011">
                          <w:pPr>
                            <w:jc w:val="right"/>
                            <w:rPr>
                              <w:sz w:val="14"/>
                              <w:lang w:val="nl-NL"/>
                            </w:rPr>
                          </w:pPr>
                        </w:p>
                        <w:p w:rsidR="00A93011" w:rsidRDefault="00A93011">
                          <w:pPr>
                            <w:jc w:val="right"/>
                            <w:rPr>
                              <w:sz w:val="14"/>
                              <w:lang w:val="nl-NL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sz w:val="14"/>
                              <w:lang w:val="nl-NL"/>
                            </w:rPr>
                            <w:t>Siret</w:t>
                          </w:r>
                          <w:proofErr w:type="spellEnd"/>
                          <w:r>
                            <w:rPr>
                              <w:sz w:val="14"/>
                              <w:lang w:val="nl-NL"/>
                            </w:rPr>
                            <w:t> :</w:t>
                          </w:r>
                          <w:proofErr w:type="gramEnd"/>
                          <w:r>
                            <w:rPr>
                              <w:sz w:val="14"/>
                              <w:lang w:val="nl-NL"/>
                            </w:rPr>
                            <w:t xml:space="preserve"> 402 200 562 000 13</w:t>
                          </w:r>
                        </w:p>
                        <w:p w:rsidR="00A93011" w:rsidRDefault="00A93011">
                          <w:pPr>
                            <w:jc w:val="right"/>
                            <w:rPr>
                              <w:sz w:val="14"/>
                              <w:lang w:val="nl-NL"/>
                            </w:rPr>
                          </w:pPr>
                        </w:p>
                        <w:p w:rsidR="00A93011" w:rsidRDefault="00A93011">
                          <w:pPr>
                            <w:jc w:val="right"/>
                            <w:rPr>
                              <w:sz w:val="14"/>
                              <w:lang w:val="nl-NL"/>
                            </w:rPr>
                          </w:pPr>
                          <w:proofErr w:type="gramStart"/>
                          <w:r>
                            <w:rPr>
                              <w:sz w:val="14"/>
                              <w:lang w:val="nl-NL"/>
                            </w:rPr>
                            <w:t>APE :</w:t>
                          </w:r>
                          <w:proofErr w:type="gramEnd"/>
                          <w:r>
                            <w:rPr>
                              <w:sz w:val="14"/>
                              <w:lang w:val="nl-NL"/>
                            </w:rPr>
                            <w:t xml:space="preserve"> 4322 B</w:t>
                          </w:r>
                        </w:p>
                        <w:p w:rsidR="00A93011" w:rsidRDefault="00A93011">
                          <w:pPr>
                            <w:jc w:val="right"/>
                            <w:rPr>
                              <w:sz w:val="14"/>
                              <w:lang w:val="nl-NL"/>
                            </w:rPr>
                          </w:pPr>
                        </w:p>
                        <w:p w:rsidR="00A93011" w:rsidRPr="00645952" w:rsidRDefault="00A93011">
                          <w:pPr>
                            <w:jc w:val="right"/>
                            <w:rPr>
                              <w:sz w:val="12"/>
                              <w:szCs w:val="12"/>
                              <w:lang w:val="nl-NL"/>
                            </w:rPr>
                          </w:pPr>
                          <w:r w:rsidRPr="00645952">
                            <w:rPr>
                              <w:sz w:val="12"/>
                              <w:szCs w:val="12"/>
                              <w:lang w:val="nl-NL"/>
                            </w:rPr>
                            <w:t xml:space="preserve">TVA </w:t>
                          </w:r>
                          <w:proofErr w:type="gramStart"/>
                          <w:r w:rsidRPr="00645952">
                            <w:rPr>
                              <w:sz w:val="12"/>
                              <w:szCs w:val="12"/>
                              <w:lang w:val="nl-NL"/>
                            </w:rPr>
                            <w:t>Intracommunautaire :</w:t>
                          </w:r>
                          <w:proofErr w:type="gramEnd"/>
                          <w:r w:rsidRPr="00645952">
                            <w:rPr>
                              <w:sz w:val="12"/>
                              <w:szCs w:val="12"/>
                              <w:lang w:val="nl-NL"/>
                            </w:rPr>
                            <w:t xml:space="preserve"> FR 74</w:t>
                          </w:r>
                          <w:r>
                            <w:rPr>
                              <w:sz w:val="12"/>
                              <w:szCs w:val="12"/>
                              <w:lang w:val="nl-NL"/>
                            </w:rPr>
                            <w:t> </w:t>
                          </w:r>
                          <w:r w:rsidRPr="00645952">
                            <w:rPr>
                              <w:sz w:val="12"/>
                              <w:szCs w:val="12"/>
                              <w:lang w:val="nl-NL"/>
                            </w:rPr>
                            <w:t>402</w:t>
                          </w:r>
                          <w:r>
                            <w:rPr>
                              <w:sz w:val="12"/>
                              <w:szCs w:val="12"/>
                              <w:lang w:val="nl-NL"/>
                            </w:rPr>
                            <w:t> 200 562</w:t>
                          </w:r>
                          <w:r w:rsidRPr="00645952">
                            <w:rPr>
                              <w:sz w:val="12"/>
                              <w:szCs w:val="12"/>
                              <w:lang w:val="nl-NL"/>
                            </w:rPr>
                            <w:t xml:space="preserve"> </w:t>
                          </w:r>
                        </w:p>
                        <w:p w:rsidR="00A93011" w:rsidRPr="00645952" w:rsidRDefault="00A93011">
                          <w:pPr>
                            <w:jc w:val="right"/>
                            <w:rPr>
                              <w:sz w:val="12"/>
                              <w:szCs w:val="12"/>
                              <w:lang w:val="nl-N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248D6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8.5pt;margin-top:121.95pt;width:122.3pt;height:68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" filled="f" stroked="f">
              <v:fill opacity="32896f"/>
              <v:textbox inset="0,0,0,0">
                <w:txbxContent>
                  <w:p w:rsidR="00A93011" w:rsidRDefault="00A93011">
                    <w:pPr>
                      <w:pStyle w:val="Titre6"/>
                      <w:rPr>
                        <w:rFonts w:ascii="Times New Roman" w:hAnsi="Times New Roman" w:cs="Times New Roman"/>
                        <w:b w:val="0"/>
                        <w:bCs w:val="0"/>
                        <w:color w:val="000000"/>
                        <w:u w:val="none"/>
                      </w:rPr>
                    </w:pPr>
                  </w:p>
                  <w:p w:rsidR="00A93011" w:rsidRPr="003440EA" w:rsidRDefault="00A93011">
                    <w:pPr>
                      <w:pStyle w:val="Titre6"/>
                      <w:rPr>
                        <w:rFonts w:ascii="Times New Roman" w:hAnsi="Times New Roman" w:cs="Times New Roman"/>
                        <w:sz w:val="18"/>
                        <w:szCs w:val="18"/>
                        <w:u w:color="FF0000"/>
                      </w:rPr>
                    </w:pPr>
                    <w:r w:rsidRPr="003440EA">
                      <w:rPr>
                        <w:rFonts w:ascii="Times New Roman" w:hAnsi="Times New Roman" w:cs="Times New Roman"/>
                        <w:sz w:val="18"/>
                        <w:szCs w:val="18"/>
                        <w:u w:color="FF0000"/>
                      </w:rPr>
                      <w:t>ETUDE ET REALISATION</w:t>
                    </w:r>
                  </w:p>
                  <w:p w:rsidR="00A93011" w:rsidRDefault="00A93011">
                    <w:pPr>
                      <w:jc w:val="right"/>
                      <w:rPr>
                        <w:sz w:val="18"/>
                      </w:rPr>
                    </w:pPr>
                  </w:p>
                  <w:p w:rsidR="00A93011" w:rsidRDefault="00A93011" w:rsidP="00B312F8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Conditionnement d'air</w:t>
                    </w:r>
                  </w:p>
                  <w:p w:rsidR="00A93011" w:rsidRPr="006D3BF9" w:rsidRDefault="00A93011" w:rsidP="00B312F8">
                    <w:pPr>
                      <w:jc w:val="right"/>
                      <w:rPr>
                        <w:sz w:val="4"/>
                        <w:szCs w:val="4"/>
                      </w:rPr>
                    </w:pPr>
                  </w:p>
                  <w:p w:rsidR="00A93011" w:rsidRDefault="00A93011" w:rsidP="00B312F8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Chauffage. Vapeur</w:t>
                    </w:r>
                  </w:p>
                  <w:p w:rsidR="00A93011" w:rsidRPr="006D3BF9" w:rsidRDefault="00A93011" w:rsidP="00B312F8">
                    <w:pPr>
                      <w:jc w:val="right"/>
                      <w:rPr>
                        <w:sz w:val="4"/>
                        <w:szCs w:val="4"/>
                      </w:rPr>
                    </w:pPr>
                  </w:p>
                  <w:p w:rsidR="00A93011" w:rsidRDefault="00A93011" w:rsidP="00B312F8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Fluides Industriels</w:t>
                    </w:r>
                  </w:p>
                  <w:p w:rsidR="00A93011" w:rsidRPr="006D3BF9" w:rsidRDefault="00A93011" w:rsidP="00B312F8">
                    <w:pPr>
                      <w:jc w:val="right"/>
                      <w:rPr>
                        <w:sz w:val="4"/>
                        <w:szCs w:val="4"/>
                      </w:rPr>
                    </w:pPr>
                  </w:p>
                  <w:p w:rsidR="00A93011" w:rsidRDefault="00A93011" w:rsidP="00B312F8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Ventilation. Filtration</w:t>
                    </w:r>
                  </w:p>
                  <w:p w:rsidR="00A93011" w:rsidRPr="006D3BF9" w:rsidRDefault="00A93011" w:rsidP="00B312F8">
                    <w:pPr>
                      <w:jc w:val="right"/>
                      <w:rPr>
                        <w:sz w:val="4"/>
                        <w:szCs w:val="4"/>
                      </w:rPr>
                    </w:pPr>
                  </w:p>
                  <w:p w:rsidR="00A93011" w:rsidRDefault="00A93011" w:rsidP="00B312F8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Réfrigération</w:t>
                    </w:r>
                  </w:p>
                  <w:p w:rsidR="00A93011" w:rsidRPr="006D3BF9" w:rsidRDefault="00A93011" w:rsidP="00B312F8">
                    <w:pPr>
                      <w:jc w:val="right"/>
                      <w:rPr>
                        <w:sz w:val="4"/>
                        <w:szCs w:val="4"/>
                      </w:rPr>
                    </w:pPr>
                  </w:p>
                  <w:p w:rsidR="00A93011" w:rsidRDefault="00A93011" w:rsidP="00B312F8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Tuyauteries industrielles</w:t>
                    </w:r>
                  </w:p>
                  <w:p w:rsidR="00A93011" w:rsidRPr="006D3BF9" w:rsidRDefault="00A93011" w:rsidP="00B312F8">
                    <w:pPr>
                      <w:jc w:val="right"/>
                      <w:rPr>
                        <w:sz w:val="4"/>
                        <w:szCs w:val="4"/>
                      </w:rPr>
                    </w:pPr>
                  </w:p>
                  <w:p w:rsidR="00A93011" w:rsidRDefault="00A93011" w:rsidP="00B312F8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Traitement d'eau</w:t>
                    </w:r>
                  </w:p>
                  <w:p w:rsidR="00A93011" w:rsidRPr="006D3BF9" w:rsidRDefault="00A93011" w:rsidP="00B312F8">
                    <w:pPr>
                      <w:jc w:val="right"/>
                      <w:rPr>
                        <w:sz w:val="4"/>
                        <w:szCs w:val="4"/>
                      </w:rPr>
                    </w:pPr>
                  </w:p>
                  <w:p w:rsidR="00A93011" w:rsidRDefault="00A93011" w:rsidP="00B312F8">
                    <w:pPr>
                      <w:jc w:val="right"/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Process</w:t>
                    </w:r>
                    <w:proofErr w:type="spellEnd"/>
                    <w:r>
                      <w:rPr>
                        <w:sz w:val="16"/>
                      </w:rPr>
                      <w:t xml:space="preserve"> industriels</w:t>
                    </w:r>
                  </w:p>
                  <w:p w:rsidR="00A93011" w:rsidRPr="006D3BF9" w:rsidRDefault="00A93011" w:rsidP="00B312F8">
                    <w:pPr>
                      <w:jc w:val="right"/>
                      <w:rPr>
                        <w:sz w:val="4"/>
                        <w:szCs w:val="4"/>
                      </w:rPr>
                    </w:pPr>
                  </w:p>
                  <w:p w:rsidR="00A93011" w:rsidRDefault="00A93011" w:rsidP="00B312F8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Plomberie. Gaz purs</w:t>
                    </w:r>
                  </w:p>
                  <w:p w:rsidR="00A93011" w:rsidRPr="006D3BF9" w:rsidRDefault="00A93011" w:rsidP="00B312F8">
                    <w:pPr>
                      <w:jc w:val="right"/>
                      <w:rPr>
                        <w:sz w:val="4"/>
                        <w:szCs w:val="4"/>
                      </w:rPr>
                    </w:pPr>
                  </w:p>
                  <w:p w:rsidR="00A93011" w:rsidRDefault="00A93011" w:rsidP="00B312F8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Energies renouvelables</w:t>
                    </w:r>
                  </w:p>
                  <w:p w:rsidR="00A93011" w:rsidRPr="006D3BF9" w:rsidRDefault="00A93011" w:rsidP="00B312F8">
                    <w:pPr>
                      <w:jc w:val="right"/>
                      <w:rPr>
                        <w:sz w:val="4"/>
                        <w:szCs w:val="4"/>
                      </w:rPr>
                    </w:pPr>
                  </w:p>
                  <w:p w:rsidR="00B312F8" w:rsidRPr="00652481" w:rsidRDefault="00B312F8" w:rsidP="00B312F8">
                    <w:pPr>
                      <w:jc w:val="right"/>
                      <w:rPr>
                        <w:sz w:val="4"/>
                        <w:szCs w:val="4"/>
                      </w:rPr>
                    </w:pPr>
                    <w:r>
                      <w:rPr>
                        <w:sz w:val="16"/>
                      </w:rPr>
                      <w:t>Couverture</w:t>
                    </w:r>
                  </w:p>
                  <w:p w:rsidR="00652481" w:rsidRPr="00652481" w:rsidRDefault="00652481" w:rsidP="00B312F8">
                    <w:pPr>
                      <w:jc w:val="right"/>
                      <w:rPr>
                        <w:sz w:val="4"/>
                        <w:szCs w:val="4"/>
                      </w:rPr>
                    </w:pPr>
                  </w:p>
                  <w:p w:rsidR="00BD5BCC" w:rsidRDefault="00BD5BCC" w:rsidP="00B312F8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Traitement d’eau Piscine</w:t>
                    </w:r>
                  </w:p>
                  <w:p w:rsidR="00652481" w:rsidRPr="00652481" w:rsidRDefault="00652481" w:rsidP="00B312F8">
                    <w:pPr>
                      <w:jc w:val="right"/>
                      <w:rPr>
                        <w:sz w:val="4"/>
                        <w:szCs w:val="4"/>
                      </w:rPr>
                    </w:pPr>
                  </w:p>
                  <w:p w:rsidR="00A93011" w:rsidRDefault="00A93011" w:rsidP="00B312F8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Maintenance</w:t>
                    </w:r>
                  </w:p>
                  <w:p w:rsidR="00A93011" w:rsidRPr="00652481" w:rsidRDefault="00A93011" w:rsidP="00652481">
                    <w:pPr>
                      <w:jc w:val="right"/>
                      <w:rPr>
                        <w:sz w:val="16"/>
                      </w:rPr>
                    </w:pPr>
                  </w:p>
                  <w:p w:rsidR="00A93011" w:rsidRDefault="00A93011">
                    <w:pPr>
                      <w:pStyle w:val="Titre6"/>
                      <w:rPr>
                        <w:rFonts w:ascii="Times New Roman" w:hAnsi="Times New Roman" w:cs="Times New Roman"/>
                        <w:u w:color="3366FF"/>
                      </w:rPr>
                    </w:pPr>
                  </w:p>
                  <w:p w:rsidR="00A93011" w:rsidRPr="003440EA" w:rsidRDefault="00A93011">
                    <w:pPr>
                      <w:pStyle w:val="Titre6"/>
                      <w:rPr>
                        <w:rFonts w:ascii="Times New Roman" w:hAnsi="Times New Roman" w:cs="Times New Roman"/>
                        <w:sz w:val="18"/>
                        <w:szCs w:val="18"/>
                        <w:u w:color="3366FF"/>
                      </w:rPr>
                    </w:pPr>
                    <w:r w:rsidRPr="003440EA">
                      <w:rPr>
                        <w:rFonts w:ascii="Times New Roman" w:hAnsi="Times New Roman" w:cs="Times New Roman"/>
                        <w:sz w:val="18"/>
                        <w:szCs w:val="18"/>
                        <w:u w:color="3366FF"/>
                      </w:rPr>
                      <w:t>LARGIER TECHNOLOGIE</w:t>
                    </w:r>
                  </w:p>
                  <w:p w:rsidR="00A93011" w:rsidRPr="00BC380D" w:rsidRDefault="00A93011">
                    <w:pPr>
                      <w:jc w:val="right"/>
                      <w:rPr>
                        <w:sz w:val="10"/>
                        <w:szCs w:val="10"/>
                      </w:rPr>
                    </w:pPr>
                  </w:p>
                  <w:p w:rsidR="00A93011" w:rsidRDefault="00A93011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7, Rue du </w:t>
                    </w:r>
                    <w:proofErr w:type="spellStart"/>
                    <w:r>
                      <w:rPr>
                        <w:sz w:val="16"/>
                      </w:rPr>
                      <w:t>Voltour</w:t>
                    </w:r>
                    <w:proofErr w:type="spellEnd"/>
                    <w:r>
                      <w:rPr>
                        <w:sz w:val="16"/>
                      </w:rPr>
                      <w:t>- BP 100</w:t>
                    </w:r>
                  </w:p>
                  <w:p w:rsidR="00A93011" w:rsidRDefault="00A93011">
                    <w:pPr>
                      <w:jc w:val="right"/>
                      <w:rPr>
                        <w:sz w:val="10"/>
                      </w:rPr>
                    </w:pPr>
                  </w:p>
                  <w:p w:rsidR="00A93011" w:rsidRDefault="00A93011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07600 VALS LES BAINS</w:t>
                    </w:r>
                  </w:p>
                  <w:p w:rsidR="00A93011" w:rsidRDefault="00A93011">
                    <w:pPr>
                      <w:jc w:val="right"/>
                      <w:rPr>
                        <w:sz w:val="10"/>
                      </w:rPr>
                    </w:pPr>
                  </w:p>
                  <w:p w:rsidR="00A93011" w:rsidRDefault="00A93011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Tél : 04 75 37 42 29</w:t>
                    </w:r>
                  </w:p>
                  <w:p w:rsidR="00A93011" w:rsidRDefault="00A93011">
                    <w:pPr>
                      <w:jc w:val="right"/>
                      <w:rPr>
                        <w:sz w:val="10"/>
                      </w:rPr>
                    </w:pPr>
                  </w:p>
                  <w:p w:rsidR="00A93011" w:rsidRDefault="00A93011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Fax : 04 75 37 68 22</w:t>
                    </w:r>
                  </w:p>
                  <w:p w:rsidR="00A93011" w:rsidRDefault="00A93011">
                    <w:pPr>
                      <w:jc w:val="right"/>
                      <w:rPr>
                        <w:b/>
                        <w:bCs/>
                        <w:sz w:val="10"/>
                      </w:rPr>
                    </w:pPr>
                  </w:p>
                  <w:p w:rsidR="00A93011" w:rsidRDefault="00600233">
                    <w:pPr>
                      <w:jc w:val="right"/>
                      <w:rPr>
                        <w:sz w:val="14"/>
                        <w:lang w:val="de-DE"/>
                      </w:rPr>
                    </w:pPr>
                    <w:hyperlink r:id="rId2" w:history="1">
                      <w:r w:rsidR="00A93011" w:rsidRPr="00E33131">
                        <w:rPr>
                          <w:rStyle w:val="Lienhypertexte"/>
                          <w:sz w:val="14"/>
                          <w:lang w:val="de-DE"/>
                        </w:rPr>
                        <w:t>contact@largier-technologie.fr</w:t>
                      </w:r>
                    </w:hyperlink>
                  </w:p>
                  <w:p w:rsidR="00A93011" w:rsidRDefault="00A93011">
                    <w:pPr>
                      <w:jc w:val="right"/>
                      <w:rPr>
                        <w:sz w:val="14"/>
                        <w:lang w:val="de-DE"/>
                      </w:rPr>
                    </w:pPr>
                    <w:r>
                      <w:rPr>
                        <w:sz w:val="14"/>
                        <w:lang w:val="de-DE"/>
                      </w:rPr>
                      <w:t>www.largier-technologie.fr</w:t>
                    </w:r>
                  </w:p>
                  <w:p w:rsidR="00A93011" w:rsidRDefault="00A93011">
                    <w:pPr>
                      <w:pStyle w:val="Titre6"/>
                      <w:rPr>
                        <w:rFonts w:ascii="Times New Roman" w:hAnsi="Times New Roman" w:cs="Times New Roman"/>
                        <w:u w:color="3366FF"/>
                        <w:lang w:val="de-DE"/>
                      </w:rPr>
                    </w:pPr>
                  </w:p>
                  <w:p w:rsidR="00A93011" w:rsidRPr="006D3BF9" w:rsidRDefault="00A93011" w:rsidP="006D3BF9">
                    <w:pPr>
                      <w:rPr>
                        <w:lang w:val="de-DE"/>
                      </w:rPr>
                    </w:pPr>
                  </w:p>
                  <w:p w:rsidR="00A93011" w:rsidRDefault="00A93011" w:rsidP="00600233">
                    <w:pPr>
                      <w:pStyle w:val="Titre6"/>
                      <w:rPr>
                        <w:rFonts w:ascii="Times New Roman" w:hAnsi="Times New Roman" w:cs="Times New Roman"/>
                        <w:sz w:val="18"/>
                        <w:szCs w:val="18"/>
                        <w:u w:color="3366FF"/>
                        <w:lang w:val="de-DE"/>
                      </w:rPr>
                    </w:pPr>
                    <w:proofErr w:type="spellStart"/>
                    <w:r w:rsidRPr="00BC380D">
                      <w:rPr>
                        <w:rFonts w:ascii="Times New Roman" w:hAnsi="Times New Roman" w:cs="Times New Roman"/>
                        <w:sz w:val="18"/>
                        <w:szCs w:val="18"/>
                        <w:u w:color="3366FF"/>
                        <w:lang w:val="de-DE"/>
                      </w:rPr>
                      <w:t>A</w:t>
                    </w: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  <w:u w:color="3366FF"/>
                        <w:lang w:val="de-DE"/>
                      </w:rPr>
                      <w:t>gence</w:t>
                    </w:r>
                    <w:r w:rsidR="00112CF6">
                      <w:rPr>
                        <w:rFonts w:ascii="Times New Roman" w:hAnsi="Times New Roman" w:cs="Times New Roman"/>
                        <w:sz w:val="18"/>
                        <w:szCs w:val="18"/>
                        <w:u w:color="3366FF"/>
                        <w:lang w:val="de-DE"/>
                      </w:rPr>
                      <w:t>s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18"/>
                        <w:szCs w:val="18"/>
                        <w:u w:color="3366FF"/>
                        <w:lang w:val="de-DE"/>
                      </w:rPr>
                      <w:t xml:space="preserve"> </w:t>
                    </w:r>
                    <w:proofErr w:type="spellStart"/>
                    <w:r w:rsidR="00600233">
                      <w:rPr>
                        <w:rFonts w:ascii="Times New Roman" w:hAnsi="Times New Roman" w:cs="Times New Roman"/>
                        <w:sz w:val="18"/>
                        <w:szCs w:val="18"/>
                        <w:u w:color="3366FF"/>
                        <w:lang w:val="de-DE"/>
                      </w:rPr>
                      <w:t>Occitanie</w:t>
                    </w:r>
                    <w:proofErr w:type="spellEnd"/>
                  </w:p>
                  <w:p w:rsidR="00600233" w:rsidRPr="00600233" w:rsidRDefault="00600233" w:rsidP="00600233">
                    <w:pPr>
                      <w:rPr>
                        <w:lang w:val="de-DE"/>
                      </w:rPr>
                    </w:pPr>
                  </w:p>
                  <w:p w:rsidR="00A93011" w:rsidRDefault="00112CF6" w:rsidP="008D3F7B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PIST</w:t>
                    </w:r>
                    <w:r w:rsidR="00EE2348">
                      <w:rPr>
                        <w:sz w:val="16"/>
                      </w:rPr>
                      <w:t xml:space="preserve"> OASIS</w:t>
                    </w:r>
                  </w:p>
                  <w:p w:rsidR="00F1395A" w:rsidRPr="00652481" w:rsidRDefault="00F1395A" w:rsidP="008D3F7B">
                    <w:pPr>
                      <w:jc w:val="right"/>
                      <w:rPr>
                        <w:sz w:val="10"/>
                        <w:szCs w:val="10"/>
                      </w:rPr>
                    </w:pPr>
                  </w:p>
                  <w:p w:rsidR="00EE2348" w:rsidRDefault="00EE2348" w:rsidP="008D3F7B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131, Impasse des Palmiers</w:t>
                    </w:r>
                  </w:p>
                  <w:p w:rsidR="00F1395A" w:rsidRDefault="00F1395A" w:rsidP="008D3F7B">
                    <w:pPr>
                      <w:jc w:val="right"/>
                      <w:rPr>
                        <w:sz w:val="10"/>
                      </w:rPr>
                    </w:pPr>
                  </w:p>
                  <w:p w:rsidR="00A93011" w:rsidRDefault="00A93011" w:rsidP="008D3F7B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30100 ALES</w:t>
                    </w:r>
                  </w:p>
                  <w:p w:rsidR="00A93011" w:rsidRDefault="00A93011" w:rsidP="008D3F7B">
                    <w:pPr>
                      <w:jc w:val="right"/>
                      <w:rPr>
                        <w:sz w:val="16"/>
                      </w:rPr>
                    </w:pPr>
                  </w:p>
                  <w:p w:rsidR="00A93011" w:rsidRDefault="00A93011" w:rsidP="008D3F7B">
                    <w:pPr>
                      <w:contextualSpacing/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Tél : 04 66 30 72 09</w:t>
                    </w:r>
                  </w:p>
                  <w:p w:rsidR="00A93011" w:rsidRDefault="00F1395A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_________</w:t>
                    </w:r>
                  </w:p>
                  <w:p w:rsidR="00A93011" w:rsidRPr="00BC380D" w:rsidRDefault="00BD5BCC" w:rsidP="00BC380D">
                    <w:pPr>
                      <w:contextualSpacing/>
                      <w:jc w:val="right"/>
                      <w:rPr>
                        <w:sz w:val="10"/>
                        <w:szCs w:val="10"/>
                      </w:rPr>
                    </w:pPr>
                    <w:r>
                      <w:rPr>
                        <w:sz w:val="18"/>
                        <w:szCs w:val="18"/>
                        <w:u w:color="3366FF"/>
                      </w:rPr>
                      <w:t xml:space="preserve">              </w:t>
                    </w:r>
                  </w:p>
                  <w:p w:rsidR="00A93011" w:rsidRDefault="00A93011" w:rsidP="00BD5BCC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Immeuble Le </w:t>
                    </w:r>
                    <w:r w:rsidR="00CB5025">
                      <w:rPr>
                        <w:sz w:val="16"/>
                      </w:rPr>
                      <w:t>Trinid</w:t>
                    </w:r>
                    <w:r>
                      <w:rPr>
                        <w:sz w:val="16"/>
                      </w:rPr>
                      <w:t>a</w:t>
                    </w:r>
                    <w:r w:rsidR="00CB5025">
                      <w:rPr>
                        <w:sz w:val="16"/>
                      </w:rPr>
                      <w:t>d</w:t>
                    </w:r>
                  </w:p>
                  <w:p w:rsidR="00F1395A" w:rsidRDefault="00F1395A" w:rsidP="00BD5BCC">
                    <w:pPr>
                      <w:jc w:val="right"/>
                      <w:rPr>
                        <w:sz w:val="10"/>
                        <w:szCs w:val="10"/>
                      </w:rPr>
                    </w:pPr>
                  </w:p>
                  <w:p w:rsidR="00A93011" w:rsidRPr="00BC380D" w:rsidRDefault="00CB5025" w:rsidP="00BD5BCC">
                    <w:pPr>
                      <w:jc w:val="right"/>
                      <w:rPr>
                        <w:sz w:val="10"/>
                        <w:szCs w:val="10"/>
                      </w:rPr>
                    </w:pPr>
                    <w:r>
                      <w:rPr>
                        <w:sz w:val="16"/>
                      </w:rPr>
                      <w:t>257, Rue Hélène Boucher</w:t>
                    </w:r>
                  </w:p>
                  <w:p w:rsidR="00A93011" w:rsidRPr="00BC380D" w:rsidRDefault="00A93011" w:rsidP="00BD5BCC">
                    <w:pPr>
                      <w:jc w:val="right"/>
                      <w:rPr>
                        <w:sz w:val="10"/>
                        <w:szCs w:val="10"/>
                      </w:rPr>
                    </w:pPr>
                  </w:p>
                  <w:p w:rsidR="00A93011" w:rsidRDefault="00A93011" w:rsidP="00BD5BCC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34130 MAUGUIO</w:t>
                    </w:r>
                  </w:p>
                  <w:p w:rsidR="00A93011" w:rsidRDefault="00A93011" w:rsidP="00BD5BCC">
                    <w:pPr>
                      <w:jc w:val="right"/>
                      <w:rPr>
                        <w:sz w:val="10"/>
                      </w:rPr>
                    </w:pPr>
                  </w:p>
                  <w:p w:rsidR="00A93011" w:rsidRDefault="00A93011" w:rsidP="00BD5BCC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Tél : 09 61 65 84 05</w:t>
                    </w:r>
                  </w:p>
                  <w:p w:rsidR="00A93011" w:rsidRDefault="00A93011" w:rsidP="00BD5BCC">
                    <w:pPr>
                      <w:jc w:val="right"/>
                      <w:rPr>
                        <w:sz w:val="10"/>
                      </w:rPr>
                    </w:pPr>
                  </w:p>
                  <w:p w:rsidR="00BD5BCC" w:rsidRDefault="00BD5BCC" w:rsidP="00BD5BCC">
                    <w:pPr>
                      <w:jc w:val="right"/>
                      <w:rPr>
                        <w:sz w:val="16"/>
                      </w:rPr>
                    </w:pPr>
                  </w:p>
                  <w:p w:rsidR="00BD5BCC" w:rsidRDefault="00BD5BCC">
                    <w:pPr>
                      <w:jc w:val="right"/>
                      <w:rPr>
                        <w:sz w:val="16"/>
                      </w:rPr>
                    </w:pPr>
                  </w:p>
                  <w:p w:rsidR="00BD5BCC" w:rsidRPr="003440EA" w:rsidRDefault="00F1395A" w:rsidP="00BD5BCC">
                    <w:pPr>
                      <w:pStyle w:val="Titre6"/>
                      <w:rPr>
                        <w:rFonts w:ascii="Times New Roman" w:hAnsi="Times New Roman" w:cs="Times New Roman"/>
                        <w:sz w:val="18"/>
                        <w:szCs w:val="18"/>
                        <w:u w:color="3366FF"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sz w:val="18"/>
                        <w:szCs w:val="18"/>
                        <w:u w:color="3366FF"/>
                      </w:rPr>
                      <w:t>Agence  I</w:t>
                    </w:r>
                    <w:r w:rsidR="00BD5BCC">
                      <w:rPr>
                        <w:rFonts w:ascii="Times New Roman" w:hAnsi="Times New Roman" w:cs="Times New Roman"/>
                        <w:sz w:val="18"/>
                        <w:szCs w:val="18"/>
                        <w:u w:color="3366FF"/>
                      </w:rPr>
                      <w:t>le</w:t>
                    </w:r>
                    <w:proofErr w:type="gramEnd"/>
                    <w:r w:rsidR="00BD5BCC">
                      <w:rPr>
                        <w:rFonts w:ascii="Times New Roman" w:hAnsi="Times New Roman" w:cs="Times New Roman"/>
                        <w:sz w:val="18"/>
                        <w:szCs w:val="18"/>
                        <w:u w:color="3366FF"/>
                      </w:rPr>
                      <w:t xml:space="preserve"> de France</w:t>
                    </w:r>
                  </w:p>
                  <w:p w:rsidR="00BD5BCC" w:rsidRPr="00BC380D" w:rsidRDefault="00BD5BCC" w:rsidP="00BD5BCC">
                    <w:pPr>
                      <w:jc w:val="right"/>
                      <w:rPr>
                        <w:sz w:val="10"/>
                        <w:szCs w:val="10"/>
                      </w:rPr>
                    </w:pPr>
                    <w:r>
                      <w:rPr>
                        <w:sz w:val="18"/>
                        <w:szCs w:val="18"/>
                        <w:u w:color="3366FF"/>
                      </w:rPr>
                      <w:t xml:space="preserve">              </w:t>
                    </w:r>
                  </w:p>
                  <w:p w:rsidR="00BD5BCC" w:rsidRPr="00BC380D" w:rsidRDefault="00BD5BCC" w:rsidP="00BD5BCC">
                    <w:pPr>
                      <w:jc w:val="right"/>
                      <w:rPr>
                        <w:sz w:val="10"/>
                        <w:szCs w:val="10"/>
                      </w:rPr>
                    </w:pPr>
                  </w:p>
                  <w:p w:rsidR="00BD5BCC" w:rsidRDefault="00106DB9" w:rsidP="00BD5BCC">
                    <w:pPr>
                      <w:contextualSpacing/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281, rue de la Mare aux Canes</w:t>
                    </w:r>
                  </w:p>
                  <w:p w:rsidR="00BD5BCC" w:rsidRPr="00652481" w:rsidRDefault="00BD5BCC" w:rsidP="00BD5BCC">
                    <w:pPr>
                      <w:contextualSpacing/>
                      <w:jc w:val="right"/>
                      <w:rPr>
                        <w:sz w:val="10"/>
                        <w:szCs w:val="10"/>
                      </w:rPr>
                    </w:pPr>
                  </w:p>
                  <w:p w:rsidR="00BD5BCC" w:rsidRDefault="00BD5BCC" w:rsidP="00BD5BCC">
                    <w:pPr>
                      <w:contextualSpacing/>
                      <w:jc w:val="right"/>
                      <w:rPr>
                        <w:sz w:val="16"/>
                      </w:rPr>
                    </w:pPr>
                    <w:r w:rsidRPr="00BD5BCC">
                      <w:rPr>
                        <w:sz w:val="16"/>
                      </w:rPr>
                      <w:t>77550 Moissy Cramayel</w:t>
                    </w:r>
                  </w:p>
                  <w:p w:rsidR="00BD5BCC" w:rsidRPr="00652481" w:rsidRDefault="00BD5BCC" w:rsidP="00BD5BCC">
                    <w:pPr>
                      <w:contextualSpacing/>
                      <w:jc w:val="right"/>
                      <w:rPr>
                        <w:sz w:val="10"/>
                        <w:szCs w:val="10"/>
                      </w:rPr>
                    </w:pPr>
                  </w:p>
                  <w:p w:rsidR="00BD5BCC" w:rsidRDefault="00BD5BCC" w:rsidP="00BD5BCC">
                    <w:pPr>
                      <w:contextualSpacing/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Tél : </w:t>
                    </w:r>
                    <w:r w:rsidR="00600233">
                      <w:rPr>
                        <w:sz w:val="16"/>
                      </w:rPr>
                      <w:t>09 63 61 27 61</w:t>
                    </w:r>
                  </w:p>
                  <w:p w:rsidR="00BD5BCC" w:rsidRDefault="00BD5BCC">
                    <w:pPr>
                      <w:jc w:val="right"/>
                      <w:rPr>
                        <w:sz w:val="10"/>
                      </w:rPr>
                    </w:pPr>
                  </w:p>
                  <w:p w:rsidR="00A93011" w:rsidRDefault="00A93011" w:rsidP="00645952">
                    <w:pPr>
                      <w:jc w:val="right"/>
                      <w:rPr>
                        <w:sz w:val="16"/>
                      </w:rPr>
                    </w:pPr>
                  </w:p>
                  <w:p w:rsidR="00A93011" w:rsidRPr="008E1FBF" w:rsidRDefault="00A93011">
                    <w:pPr>
                      <w:pStyle w:val="Titre7"/>
                      <w:rPr>
                        <w:rFonts w:ascii="Times New Roman" w:hAnsi="Times New Roman" w:cs="Times New Roman"/>
                        <w:sz w:val="14"/>
                      </w:rPr>
                    </w:pPr>
                  </w:p>
                  <w:p w:rsidR="00A93011" w:rsidRDefault="00A93011">
                    <w:pPr>
                      <w:pStyle w:val="Titre7"/>
                      <w:rPr>
                        <w:rFonts w:ascii="Times New Roman" w:hAnsi="Times New Roman" w:cs="Times New Roman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sz w:val="14"/>
                      </w:rPr>
                      <w:t>SA</w:t>
                    </w:r>
                    <w:r w:rsidR="00106DB9">
                      <w:rPr>
                        <w:rFonts w:ascii="Times New Roman" w:hAnsi="Times New Roman" w:cs="Times New Roman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 w:cs="Times New Roman"/>
                        <w:sz w:val="14"/>
                      </w:rPr>
                      <w:t xml:space="preserve"> au capital de 300 000 €</w:t>
                    </w:r>
                  </w:p>
                  <w:p w:rsidR="00A93011" w:rsidRPr="00584F08" w:rsidRDefault="00A93011" w:rsidP="00584F08"/>
                  <w:p w:rsidR="00A93011" w:rsidRDefault="00A93011">
                    <w:pPr>
                      <w:jc w:val="right"/>
                      <w:rPr>
                        <w:sz w:val="14"/>
                        <w:lang w:val="nl-NL"/>
                      </w:rPr>
                    </w:pPr>
                    <w:r>
                      <w:rPr>
                        <w:sz w:val="14"/>
                        <w:lang w:val="nl-NL"/>
                      </w:rPr>
                      <w:t>RCS B 402 2</w:t>
                    </w:r>
                    <w:bookmarkStart w:id="1" w:name="_GoBack"/>
                    <w:bookmarkEnd w:id="1"/>
                    <w:r>
                      <w:rPr>
                        <w:sz w:val="14"/>
                        <w:lang w:val="nl-NL"/>
                      </w:rPr>
                      <w:t>00 562</w:t>
                    </w:r>
                  </w:p>
                  <w:p w:rsidR="00A93011" w:rsidRDefault="00A93011">
                    <w:pPr>
                      <w:jc w:val="right"/>
                      <w:rPr>
                        <w:sz w:val="14"/>
                        <w:lang w:val="nl-NL"/>
                      </w:rPr>
                    </w:pPr>
                  </w:p>
                  <w:p w:rsidR="00A93011" w:rsidRDefault="00A93011">
                    <w:pPr>
                      <w:jc w:val="right"/>
                      <w:rPr>
                        <w:sz w:val="14"/>
                        <w:lang w:val="nl-NL"/>
                      </w:rPr>
                    </w:pPr>
                    <w:proofErr w:type="spellStart"/>
                    <w:proofErr w:type="gramStart"/>
                    <w:r>
                      <w:rPr>
                        <w:sz w:val="14"/>
                        <w:lang w:val="nl-NL"/>
                      </w:rPr>
                      <w:t>Siret</w:t>
                    </w:r>
                    <w:proofErr w:type="spellEnd"/>
                    <w:r>
                      <w:rPr>
                        <w:sz w:val="14"/>
                        <w:lang w:val="nl-NL"/>
                      </w:rPr>
                      <w:t> :</w:t>
                    </w:r>
                    <w:proofErr w:type="gramEnd"/>
                    <w:r>
                      <w:rPr>
                        <w:sz w:val="14"/>
                        <w:lang w:val="nl-NL"/>
                      </w:rPr>
                      <w:t xml:space="preserve"> 402 200 562 000 13</w:t>
                    </w:r>
                  </w:p>
                  <w:p w:rsidR="00A93011" w:rsidRDefault="00A93011">
                    <w:pPr>
                      <w:jc w:val="right"/>
                      <w:rPr>
                        <w:sz w:val="14"/>
                        <w:lang w:val="nl-NL"/>
                      </w:rPr>
                    </w:pPr>
                  </w:p>
                  <w:p w:rsidR="00A93011" w:rsidRDefault="00A93011">
                    <w:pPr>
                      <w:jc w:val="right"/>
                      <w:rPr>
                        <w:sz w:val="14"/>
                        <w:lang w:val="nl-NL"/>
                      </w:rPr>
                    </w:pPr>
                    <w:proofErr w:type="gramStart"/>
                    <w:r>
                      <w:rPr>
                        <w:sz w:val="14"/>
                        <w:lang w:val="nl-NL"/>
                      </w:rPr>
                      <w:t>APE :</w:t>
                    </w:r>
                    <w:proofErr w:type="gramEnd"/>
                    <w:r>
                      <w:rPr>
                        <w:sz w:val="14"/>
                        <w:lang w:val="nl-NL"/>
                      </w:rPr>
                      <w:t xml:space="preserve"> 4322 B</w:t>
                    </w:r>
                  </w:p>
                  <w:p w:rsidR="00A93011" w:rsidRDefault="00A93011">
                    <w:pPr>
                      <w:jc w:val="right"/>
                      <w:rPr>
                        <w:sz w:val="14"/>
                        <w:lang w:val="nl-NL"/>
                      </w:rPr>
                    </w:pPr>
                  </w:p>
                  <w:p w:rsidR="00A93011" w:rsidRPr="00645952" w:rsidRDefault="00A93011">
                    <w:pPr>
                      <w:jc w:val="right"/>
                      <w:rPr>
                        <w:sz w:val="12"/>
                        <w:szCs w:val="12"/>
                        <w:lang w:val="nl-NL"/>
                      </w:rPr>
                    </w:pPr>
                    <w:r w:rsidRPr="00645952">
                      <w:rPr>
                        <w:sz w:val="12"/>
                        <w:szCs w:val="12"/>
                        <w:lang w:val="nl-NL"/>
                      </w:rPr>
                      <w:t xml:space="preserve">TVA </w:t>
                    </w:r>
                    <w:proofErr w:type="gramStart"/>
                    <w:r w:rsidRPr="00645952">
                      <w:rPr>
                        <w:sz w:val="12"/>
                        <w:szCs w:val="12"/>
                        <w:lang w:val="nl-NL"/>
                      </w:rPr>
                      <w:t>Intracommunautaire :</w:t>
                    </w:r>
                    <w:proofErr w:type="gramEnd"/>
                    <w:r w:rsidRPr="00645952">
                      <w:rPr>
                        <w:sz w:val="12"/>
                        <w:szCs w:val="12"/>
                        <w:lang w:val="nl-NL"/>
                      </w:rPr>
                      <w:t xml:space="preserve"> FR 74</w:t>
                    </w:r>
                    <w:r>
                      <w:rPr>
                        <w:sz w:val="12"/>
                        <w:szCs w:val="12"/>
                        <w:lang w:val="nl-NL"/>
                      </w:rPr>
                      <w:t> </w:t>
                    </w:r>
                    <w:r w:rsidRPr="00645952">
                      <w:rPr>
                        <w:sz w:val="12"/>
                        <w:szCs w:val="12"/>
                        <w:lang w:val="nl-NL"/>
                      </w:rPr>
                      <w:t>402</w:t>
                    </w:r>
                    <w:r>
                      <w:rPr>
                        <w:sz w:val="12"/>
                        <w:szCs w:val="12"/>
                        <w:lang w:val="nl-NL"/>
                      </w:rPr>
                      <w:t> 200 562</w:t>
                    </w:r>
                    <w:r w:rsidRPr="00645952">
                      <w:rPr>
                        <w:sz w:val="12"/>
                        <w:szCs w:val="12"/>
                        <w:lang w:val="nl-NL"/>
                      </w:rPr>
                      <w:t xml:space="preserve"> </w:t>
                    </w:r>
                  </w:p>
                  <w:p w:rsidR="00A93011" w:rsidRPr="00645952" w:rsidRDefault="00A93011">
                    <w:pPr>
                      <w:jc w:val="right"/>
                      <w:rPr>
                        <w:sz w:val="12"/>
                        <w:szCs w:val="12"/>
                        <w:lang w:val="nl-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61A83B" wp14:editId="4E7FB3E1">
          <wp:extent cx="1485900" cy="1533525"/>
          <wp:effectExtent l="0" t="0" r="0" b="9525"/>
          <wp:docPr id="3" name="Image 1" descr="Numéris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Numérise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533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5025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-104140</wp:posOffset>
              </wp:positionH>
              <wp:positionV relativeFrom="paragraph">
                <wp:posOffset>875665</wp:posOffset>
              </wp:positionV>
              <wp:extent cx="1657350" cy="1630045"/>
              <wp:effectExtent l="635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0" cy="163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>
                                <a:alpha val="50000"/>
                              </a:srgb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3011" w:rsidRDefault="00A93011"/>
                      </w:txbxContent>
                    </wps:txbx>
                    <wps:bodyPr rot="0" vert="horz" wrap="none" lIns="85725" tIns="47625" rIns="85725" bIns="47625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-8.2pt;margin-top:68.95pt;width:130.5pt;height:128.35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" filled="f" stroked="f">
              <v:fill opacity="32896f"/>
              <v:textbox style="mso-fit-shape-to-text:t" inset="6.75pt,3.75pt,6.75pt,3.75pt">
                <w:txbxContent>
                  <w:p w:rsidR="00A93011" w:rsidRDefault="00A93011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578" w:rsidRDefault="00AA057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5B28"/>
    <w:multiLevelType w:val="singleLevel"/>
    <w:tmpl w:val="80B4E2E6"/>
    <w:lvl w:ilvl="0">
      <w:start w:val="1"/>
      <w:numFmt w:val="bullet"/>
      <w:pStyle w:val="normalpuc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7730D9"/>
    <w:multiLevelType w:val="hybridMultilevel"/>
    <w:tmpl w:val="7C0C4854"/>
    <w:lvl w:ilvl="0" w:tplc="3EA6DF8A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630"/>
    <w:rsid w:val="00106DB9"/>
    <w:rsid w:val="00112CF6"/>
    <w:rsid w:val="00184979"/>
    <w:rsid w:val="00196910"/>
    <w:rsid w:val="00336E26"/>
    <w:rsid w:val="003440EA"/>
    <w:rsid w:val="003B3F5C"/>
    <w:rsid w:val="003B41BE"/>
    <w:rsid w:val="004C486E"/>
    <w:rsid w:val="00516F29"/>
    <w:rsid w:val="0057576C"/>
    <w:rsid w:val="00584F08"/>
    <w:rsid w:val="005D4EC0"/>
    <w:rsid w:val="005E3647"/>
    <w:rsid w:val="00600233"/>
    <w:rsid w:val="00645952"/>
    <w:rsid w:val="00652481"/>
    <w:rsid w:val="006668CD"/>
    <w:rsid w:val="006D3BF9"/>
    <w:rsid w:val="006E1BDD"/>
    <w:rsid w:val="007804A5"/>
    <w:rsid w:val="007866B0"/>
    <w:rsid w:val="007A5B0A"/>
    <w:rsid w:val="00877630"/>
    <w:rsid w:val="008D3F7B"/>
    <w:rsid w:val="008E1FBF"/>
    <w:rsid w:val="009808A2"/>
    <w:rsid w:val="00991137"/>
    <w:rsid w:val="009B349A"/>
    <w:rsid w:val="00A0683F"/>
    <w:rsid w:val="00A93011"/>
    <w:rsid w:val="00AA0578"/>
    <w:rsid w:val="00AF3967"/>
    <w:rsid w:val="00B312F8"/>
    <w:rsid w:val="00B31CA0"/>
    <w:rsid w:val="00B32B23"/>
    <w:rsid w:val="00B45990"/>
    <w:rsid w:val="00BC380D"/>
    <w:rsid w:val="00BD5BCC"/>
    <w:rsid w:val="00C11B99"/>
    <w:rsid w:val="00CB5025"/>
    <w:rsid w:val="00CB6690"/>
    <w:rsid w:val="00CC1A47"/>
    <w:rsid w:val="00D27EEA"/>
    <w:rsid w:val="00DB0D33"/>
    <w:rsid w:val="00EE2348"/>
    <w:rsid w:val="00F1395A"/>
    <w:rsid w:val="00F60A95"/>
    <w:rsid w:val="00F97427"/>
    <w:rsid w:val="00FC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7A4FCB2"/>
  <w15:docId w15:val="{8B349625-7415-4067-805F-36BE5C07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196910"/>
  </w:style>
  <w:style w:type="paragraph" w:styleId="Titre1">
    <w:name w:val="heading 1"/>
    <w:basedOn w:val="Normal"/>
    <w:next w:val="Normal"/>
    <w:qFormat/>
    <w:rsid w:val="0019691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autoRedefine/>
    <w:qFormat/>
    <w:rsid w:val="00196910"/>
    <w:pPr>
      <w:keepNext/>
      <w:ind w:left="225"/>
      <w:jc w:val="both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autoRedefine/>
    <w:qFormat/>
    <w:rsid w:val="00196910"/>
    <w:pPr>
      <w:keepNext/>
      <w:spacing w:before="240" w:after="60"/>
      <w:ind w:left="450"/>
      <w:outlineLvl w:val="2"/>
    </w:pPr>
    <w:rPr>
      <w:rFonts w:ascii="Arial" w:hAnsi="Arial" w:cs="Arial"/>
      <w:b/>
      <w:bCs/>
      <w:szCs w:val="26"/>
      <w:u w:val="single"/>
    </w:rPr>
  </w:style>
  <w:style w:type="paragraph" w:styleId="Titre4">
    <w:name w:val="heading 4"/>
    <w:basedOn w:val="Normal"/>
    <w:next w:val="Normal"/>
    <w:qFormat/>
    <w:rsid w:val="00196910"/>
    <w:pPr>
      <w:keepNext/>
      <w:outlineLvl w:val="3"/>
    </w:pPr>
    <w:rPr>
      <w:rFonts w:ascii="Microsoft Sans Serif" w:hAnsi="Microsoft Sans Serif" w:cs="Microsoft Sans Serif"/>
      <w:b/>
      <w:bCs/>
    </w:rPr>
  </w:style>
  <w:style w:type="paragraph" w:styleId="Titre5">
    <w:name w:val="heading 5"/>
    <w:basedOn w:val="Normal"/>
    <w:next w:val="Normal"/>
    <w:qFormat/>
    <w:rsid w:val="00196910"/>
    <w:pPr>
      <w:keepNext/>
      <w:outlineLvl w:val="4"/>
    </w:pPr>
    <w:rPr>
      <w:rFonts w:ascii="Microsoft Sans Serif" w:hAnsi="Microsoft Sans Serif" w:cs="Microsoft Sans Serif"/>
      <w:sz w:val="96"/>
    </w:rPr>
  </w:style>
  <w:style w:type="paragraph" w:styleId="Titre6">
    <w:name w:val="heading 6"/>
    <w:basedOn w:val="Normal"/>
    <w:next w:val="Normal"/>
    <w:qFormat/>
    <w:rsid w:val="00196910"/>
    <w:pPr>
      <w:keepNext/>
      <w:jc w:val="right"/>
      <w:outlineLvl w:val="5"/>
    </w:pPr>
    <w:rPr>
      <w:rFonts w:ascii="Microsoft Sans Serif" w:hAnsi="Microsoft Sans Serif" w:cs="Microsoft Sans Serif"/>
      <w:b/>
      <w:bCs/>
      <w:u w:val="thick" w:color="0000FF"/>
    </w:rPr>
  </w:style>
  <w:style w:type="paragraph" w:styleId="Titre7">
    <w:name w:val="heading 7"/>
    <w:basedOn w:val="Normal"/>
    <w:next w:val="Normal"/>
    <w:qFormat/>
    <w:rsid w:val="00196910"/>
    <w:pPr>
      <w:keepNext/>
      <w:jc w:val="right"/>
      <w:outlineLvl w:val="6"/>
    </w:pPr>
    <w:rPr>
      <w:rFonts w:ascii="Microsoft Sans Serif" w:hAnsi="Microsoft Sans Serif" w:cs="Microsoft Sans Serif"/>
      <w:u w:val="thick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retrait">
    <w:name w:val="Normal retrait"/>
    <w:basedOn w:val="Normal"/>
    <w:rsid w:val="00196910"/>
  </w:style>
  <w:style w:type="paragraph" w:customStyle="1" w:styleId="normalpuce2">
    <w:name w:val="normal puce2"/>
    <w:basedOn w:val="Normalretrait"/>
    <w:autoRedefine/>
    <w:rsid w:val="00196910"/>
    <w:pPr>
      <w:numPr>
        <w:numId w:val="4"/>
      </w:numPr>
    </w:pPr>
  </w:style>
  <w:style w:type="paragraph" w:styleId="En-tte">
    <w:name w:val="header"/>
    <w:basedOn w:val="Normal"/>
    <w:rsid w:val="00196910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rsid w:val="00196910"/>
    <w:pPr>
      <w:tabs>
        <w:tab w:val="center" w:pos="4153"/>
        <w:tab w:val="right" w:pos="8306"/>
      </w:tabs>
    </w:pPr>
  </w:style>
  <w:style w:type="paragraph" w:styleId="Corpsdetexte">
    <w:name w:val="Body Text"/>
    <w:basedOn w:val="Normal"/>
    <w:rsid w:val="00196910"/>
    <w:pPr>
      <w:spacing w:after="120"/>
    </w:pPr>
    <w:rPr>
      <w:rFonts w:ascii="Arial" w:hAnsi="Arial"/>
    </w:rPr>
  </w:style>
  <w:style w:type="paragraph" w:customStyle="1" w:styleId="Style1">
    <w:name w:val="Style1"/>
    <w:basedOn w:val="Titre1"/>
    <w:autoRedefine/>
    <w:rsid w:val="00196910"/>
    <w:pPr>
      <w:numPr>
        <w:numId w:val="3"/>
      </w:numPr>
      <w:tabs>
        <w:tab w:val="left" w:pos="-720"/>
      </w:tabs>
      <w:spacing w:before="0" w:after="0"/>
      <w:jc w:val="both"/>
    </w:pPr>
    <w:rPr>
      <w:kern w:val="0"/>
      <w:sz w:val="28"/>
      <w:szCs w:val="20"/>
    </w:rPr>
  </w:style>
  <w:style w:type="paragraph" w:customStyle="1" w:styleId="Corpsdetextegrassoulign">
    <w:name w:val="Corps de texte gras souligné"/>
    <w:basedOn w:val="Corpsdetexte"/>
    <w:autoRedefine/>
    <w:rsid w:val="00196910"/>
    <w:pPr>
      <w:jc w:val="both"/>
    </w:pPr>
    <w:rPr>
      <w:b/>
      <w:u w:val="single"/>
    </w:rPr>
  </w:style>
  <w:style w:type="paragraph" w:customStyle="1" w:styleId="Corpsdetexteretrait">
    <w:name w:val="Corps de texte retrait"/>
    <w:basedOn w:val="Corpsdetexte"/>
    <w:next w:val="Corpsdetexte"/>
    <w:autoRedefine/>
    <w:rsid w:val="00196910"/>
    <w:pPr>
      <w:ind w:left="150"/>
      <w:jc w:val="both"/>
    </w:pPr>
  </w:style>
  <w:style w:type="character" w:styleId="Lienhypertexte">
    <w:name w:val="Hyperlink"/>
    <w:rsid w:val="00584F08"/>
    <w:rPr>
      <w:color w:val="0000FF"/>
      <w:u w:val="single"/>
    </w:rPr>
  </w:style>
  <w:style w:type="character" w:styleId="Lienhypertextesuivivisit">
    <w:name w:val="FollowedHyperlink"/>
    <w:rsid w:val="00584F08"/>
    <w:rPr>
      <w:color w:val="800080"/>
      <w:u w:val="single"/>
    </w:rPr>
  </w:style>
  <w:style w:type="paragraph" w:styleId="Textedebulles">
    <w:name w:val="Balloon Text"/>
    <w:basedOn w:val="Normal"/>
    <w:link w:val="TextedebullesCar"/>
    <w:rsid w:val="007866B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866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contact@largier-technologie.fr" TargetMode="External"/><Relationship Id="rId1" Type="http://schemas.openxmlformats.org/officeDocument/2006/relationships/hyperlink" Target="mailto:contact@largier-technologie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.sauzee\AppData\Roaming\Microsoft\Templates\EN%20TE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2873E-95DA-4F86-B87D-6FB024921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TETE</Template>
  <TotalTime>6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Matrice Largier 2015 v2</vt:lpstr>
    </vt:vector>
  </TitlesOfParts>
  <Company>BUREAU</Company>
  <LinksUpToDate>false</LinksUpToDate>
  <CharactersWithSpaces>38</CharactersWithSpaces>
  <SharedDoc>false</SharedDoc>
  <HLinks>
    <vt:vector size="6" baseType="variant">
      <vt:variant>
        <vt:i4>917622</vt:i4>
      </vt:variant>
      <vt:variant>
        <vt:i4>0</vt:i4>
      </vt:variant>
      <vt:variant>
        <vt:i4>0</vt:i4>
      </vt:variant>
      <vt:variant>
        <vt:i4>5</vt:i4>
      </vt:variant>
      <vt:variant>
        <vt:lpwstr>mailto:contact@largier-technologie.fr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Matrice Largier 2015 v2</dc:title>
  <dc:creator>l.baudoing@largier-technologie.fr</dc:creator>
  <cp:lastModifiedBy>Kévin Moulin</cp:lastModifiedBy>
  <cp:revision>4</cp:revision>
  <cp:lastPrinted>2015-07-07T13:34:00Z</cp:lastPrinted>
  <dcterms:created xsi:type="dcterms:W3CDTF">2015-07-07T14:53:00Z</dcterms:created>
  <dcterms:modified xsi:type="dcterms:W3CDTF">2016-09-23T09:34:00Z</dcterms:modified>
</cp:coreProperties>
</file>